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501"/>
      </w:tblGrid>
      <w:tr w:rsidR="0070684C" w:rsidTr="00B12336">
        <w:tc>
          <w:tcPr>
            <w:tcW w:w="4786" w:type="dxa"/>
          </w:tcPr>
          <w:p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fldSimple w:instr=" delta_regDateTime  \* MERGEFORMAT">
              <w:r w:rsidR="00BF1DEF">
                <w:rPr>
                  <w:sz w:val="22"/>
                  <w:szCs w:val="22"/>
                </w:rPr>
                <w:t>20.03.2023</w:t>
              </w:r>
            </w:fldSimple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fldSimple w:instr=" delta_regNumber  \* MERGEFORMAT">
              <w:r w:rsidR="00BF1DEF">
                <w:rPr>
                  <w:sz w:val="22"/>
                  <w:szCs w:val="22"/>
                </w:rPr>
                <w:t>1-3/51</w:t>
              </w:r>
            </w:fldSimple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:rsidTr="00B12336">
        <w:tc>
          <w:tcPr>
            <w:tcW w:w="4786" w:type="dxa"/>
          </w:tcPr>
          <w:p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B12336" w:rsidRDefault="00B12336" w:rsidP="0084562D">
      <w:pPr>
        <w:widowControl/>
        <w:suppressAutoHyphens w:val="0"/>
        <w:spacing w:line="240" w:lineRule="auto"/>
        <w:jc w:val="left"/>
      </w:pPr>
    </w:p>
    <w:p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/>
      </w:tblPr>
      <w:tblGrid>
        <w:gridCol w:w="9062"/>
      </w:tblGrid>
      <w:tr w:rsidR="00F21C04" w:rsidRPr="00645CA1" w:rsidTr="00E06C31">
        <w:trPr>
          <w:trHeight w:val="5252"/>
        </w:trPr>
        <w:tc>
          <w:tcPr>
            <w:tcW w:w="9062" w:type="dxa"/>
          </w:tcPr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3C32B5">
              <w:rPr>
                <w:rFonts w:eastAsia="Calibri"/>
                <w:color w:val="2E74B5"/>
              </w:rPr>
              <w:t xml:space="preserve">MTÜ </w:t>
            </w:r>
            <w:proofErr w:type="spellStart"/>
            <w:r w:rsidR="003C32B5">
              <w:rPr>
                <w:rFonts w:eastAsia="Calibri"/>
                <w:color w:val="2E74B5"/>
              </w:rPr>
              <w:t>Emmamägi</w:t>
            </w:r>
            <w:proofErr w:type="spellEnd"/>
            <w:r w:rsidR="003C32B5"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fldSimple w:instr=" delta_regDateTime  \* MERGEFORMAT">
              <w:r w:rsidR="00BF1DEF">
                <w:rPr>
                  <w:rFonts w:ascii="Times New Roman" w:hAnsi="Times New Roman" w:cs="Times New Roman"/>
                </w:rPr>
                <w:t>20.03.2023</w:t>
              </w:r>
            </w:fldSimple>
            <w:r w:rsidR="00EC5AB8" w:rsidRPr="006F65D2">
              <w:rPr>
                <w:rFonts w:ascii="Times New Roman" w:hAnsi="Times New Roman" w:cs="Times New Roman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fldSimple w:instr=" delta_regNumber  \* MERGEFORMAT">
              <w:r w:rsidR="00BF1DEF">
                <w:rPr>
                  <w:rFonts w:ascii="Times New Roman" w:hAnsi="Times New Roman" w:cs="Times New Roman"/>
                </w:rPr>
                <w:t>1-3/51</w:t>
              </w:r>
            </w:fldSimple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3C32B5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 xml:space="preserve">MTÜ </w:t>
            </w:r>
            <w:proofErr w:type="spellStart"/>
            <w:r>
              <w:rPr>
                <w:rFonts w:eastAsia="Calibri"/>
                <w:color w:val="2E74B5"/>
              </w:rPr>
              <w:t>Emmamgi</w:t>
            </w:r>
            <w:proofErr w:type="spellEnd"/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:rsidR="00F21C04" w:rsidRPr="00645CA1" w:rsidRDefault="003C32B5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Jüri Saar,saarjyri@hot.ee,5046116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:rsidR="00F21C04" w:rsidRPr="00645CA1" w:rsidRDefault="003C32B5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Swedpank,EE702200221035008128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3C32B5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juhatuse liige Jüri Saar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145F3" w:rsidRDefault="008145F3" w:rsidP="0084562D">
      <w:pPr>
        <w:widowControl/>
        <w:suppressAutoHyphens w:val="0"/>
        <w:spacing w:line="240" w:lineRule="auto"/>
        <w:jc w:val="left"/>
      </w:pPr>
    </w:p>
    <w:p w:rsidR="008145F3" w:rsidRDefault="008145F3" w:rsidP="0084562D">
      <w:pPr>
        <w:widowControl/>
        <w:suppressAutoHyphens w:val="0"/>
        <w:spacing w:line="240" w:lineRule="auto"/>
        <w:jc w:val="left"/>
      </w:pPr>
    </w:p>
    <w:p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425"/>
      </w:tblGrid>
      <w:tr w:rsidR="001A4260" w:rsidTr="001A4260">
        <w:tc>
          <w:tcPr>
            <w:tcW w:w="4786" w:type="dxa"/>
          </w:tcPr>
          <w:p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:rsidR="001A4260" w:rsidRDefault="001A4260" w:rsidP="0084562D">
      <w:pPr>
        <w:widowControl/>
        <w:suppressAutoHyphens w:val="0"/>
        <w:spacing w:line="240" w:lineRule="auto"/>
        <w:jc w:val="left"/>
      </w:pPr>
    </w:p>
    <w:p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9C4" w:rsidRDefault="00DE79C4" w:rsidP="00DF44DF">
      <w:r>
        <w:separator/>
      </w:r>
    </w:p>
  </w:endnote>
  <w:endnote w:type="continuationSeparator" w:id="0">
    <w:p w:rsidR="00DE79C4" w:rsidRDefault="00DE79C4" w:rsidP="00DF44DF">
      <w:r>
        <w:continuationSeparator/>
      </w:r>
    </w:p>
  </w:endnote>
  <w:endnote w:type="continuationNotice" w:id="1">
    <w:p w:rsidR="00DE79C4" w:rsidRDefault="00DE79C4">
      <w:pPr>
        <w:spacing w:line="240" w:lineRule="auto"/>
      </w:pPr>
      <w:bookmarkStart w:id="0" w:name="_GoBack"/>
      <w:bookmarkEnd w:id="0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9C4" w:rsidRDefault="00DE79C4" w:rsidP="00DF44DF">
      <w:r>
        <w:separator/>
      </w:r>
    </w:p>
  </w:footnote>
  <w:footnote w:type="continuationSeparator" w:id="0">
    <w:p w:rsidR="00DE79C4" w:rsidRDefault="00DE79C4" w:rsidP="00DF44DF">
      <w:r>
        <w:continuationSeparator/>
      </w:r>
    </w:p>
  </w:footnote>
  <w:footnote w:type="continuationNotice" w:id="1">
    <w:p w:rsidR="00DE79C4" w:rsidRDefault="00DE79C4">
      <w:pPr>
        <w:spacing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BCA" w:rsidRDefault="00110BCA" w:rsidP="00110BCA">
    <w:pPr>
      <w:pStyle w:val="Jalus1"/>
      <w:jc w:val="center"/>
    </w:pPr>
  </w:p>
  <w:p w:rsidR="00110BCA" w:rsidRDefault="00110BCA">
    <w:pPr>
      <w:pStyle w:val="Pis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00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1986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C32B5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B68E5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E79C4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59F0940-3B04-4BBC-AC2B-EF70A20AF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2</TotalTime>
  <Pages>1</Pages>
  <Words>193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 Ringmets</dc:creator>
  <cp:lastModifiedBy>Jyri</cp:lastModifiedBy>
  <cp:revision>2</cp:revision>
  <cp:lastPrinted>2014-04-02T13:57:00Z</cp:lastPrinted>
  <dcterms:created xsi:type="dcterms:W3CDTF">2023-03-21T04:36:00Z</dcterms:created>
  <dcterms:modified xsi:type="dcterms:W3CDTF">2023-03-21T04:36:00Z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